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273BCE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76693F">
              <w:t xml:space="preserve">ENAV </w:t>
            </w:r>
            <w:r w:rsidR="0076693F" w:rsidRPr="00273BCE">
              <w:t>Committee</w:t>
            </w:r>
          </w:p>
        </w:tc>
        <w:tc>
          <w:tcPr>
            <w:tcW w:w="5461" w:type="dxa"/>
          </w:tcPr>
          <w:p w:rsidR="000348ED" w:rsidRPr="00273BCE" w:rsidRDefault="00F26507" w:rsidP="0076693F">
            <w:pPr>
              <w:jc w:val="right"/>
            </w:pPr>
            <w:r>
              <w:t>ENAV17-</w:t>
            </w:r>
            <w:r w:rsidRPr="00F26507">
              <w:t>14.1.8</w:t>
            </w:r>
            <w:r w:rsidR="00A94B23">
              <w:t>.1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76693F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76693F">
              <w:t>VTS</w:t>
            </w:r>
            <w:r w:rsidR="00CA04AF">
              <w:t xml:space="preserve"> </w:t>
            </w:r>
            <w:r w:rsidR="00902AA4" w:rsidRPr="00273BCE">
              <w:t>Committee</w:t>
            </w:r>
          </w:p>
        </w:tc>
        <w:tc>
          <w:tcPr>
            <w:tcW w:w="5461" w:type="dxa"/>
          </w:tcPr>
          <w:p w:rsidR="000348ED" w:rsidRPr="00273BCE" w:rsidRDefault="00F26507" w:rsidP="00F26507">
            <w:pPr>
              <w:jc w:val="right"/>
            </w:pPr>
            <w:r>
              <w:t>29</w:t>
            </w:r>
            <w:r w:rsidR="00947BC0">
              <w:t xml:space="preserve"> </w:t>
            </w:r>
            <w:r>
              <w:t xml:space="preserve">October </w:t>
            </w:r>
            <w:r w:rsidR="005D05AC" w:rsidRPr="00273BCE">
              <w:t>20</w:t>
            </w:r>
            <w:r w:rsidR="001A654A" w:rsidRPr="00273BCE">
              <w:t>1</w:t>
            </w:r>
            <w:r w:rsidR="00947BC0">
              <w:t>5</w:t>
            </w:r>
          </w:p>
        </w:tc>
      </w:tr>
    </w:tbl>
    <w:p w:rsidR="003F3948" w:rsidRDefault="005D05AC" w:rsidP="003F3948">
      <w:pPr>
        <w:pStyle w:val="Title"/>
        <w:spacing w:after="0"/>
      </w:pPr>
      <w:r w:rsidRPr="00B15B24">
        <w:t>Liaison Note</w:t>
      </w:r>
    </w:p>
    <w:p w:rsidR="000348ED" w:rsidRPr="00B15B24" w:rsidRDefault="0076693F" w:rsidP="003F3948">
      <w:pPr>
        <w:pStyle w:val="Title"/>
        <w:spacing w:before="0" w:after="0"/>
      </w:pPr>
      <w:r>
        <w:rPr>
          <w:sz w:val="28"/>
          <w:szCs w:val="28"/>
        </w:rPr>
        <w:t>Development of Maritime Service Portfolios</w:t>
      </w:r>
      <w:r w:rsidR="00F26507">
        <w:rPr>
          <w:sz w:val="28"/>
          <w:szCs w:val="28"/>
        </w:rPr>
        <w:t xml:space="preserve"> 1-3</w:t>
      </w:r>
      <w:r>
        <w:rPr>
          <w:sz w:val="28"/>
          <w:szCs w:val="28"/>
        </w:rPr>
        <w:t xml:space="preserve"> (MSPs) for VTS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394C42" w:rsidRPr="00F26507" w:rsidRDefault="00394C42" w:rsidP="00394C42">
      <w:pPr>
        <w:pStyle w:val="BodyText"/>
      </w:pPr>
      <w:r>
        <w:t>Taking into account that worldwide, regional, national and local circumstances as well as the organization and provision of VTS may differ it i</w:t>
      </w:r>
      <w:r w:rsidR="00F26507">
        <w:t>s foreseen that 3</w:t>
      </w:r>
      <w:r>
        <w:t xml:space="preserve"> of 1</w:t>
      </w:r>
      <w:r w:rsidR="001D102A">
        <w:t>6</w:t>
      </w:r>
      <w:r>
        <w:t xml:space="preserve"> </w:t>
      </w:r>
      <w:r w:rsidRPr="00F26507">
        <w:t>MSPs may affect directly future VTS operations, depending on user needs</w:t>
      </w:r>
      <w:r w:rsidR="00F26507">
        <w:t>.</w:t>
      </w:r>
      <w:r w:rsidRPr="00F26507">
        <w:t xml:space="preserve"> </w:t>
      </w:r>
      <w:r w:rsidR="00F26507">
        <w:t>As was mentioned in liaison note ENAV-16.14.1.2, the ENAV committee seeks the continued cooperation of the VTS committee in further developing MSPs 1-3.</w:t>
      </w:r>
    </w:p>
    <w:p w:rsidR="00AA0FD4" w:rsidRDefault="00F100A2" w:rsidP="00394C42">
      <w:pPr>
        <w:pStyle w:val="Heading1"/>
      </w:pPr>
      <w:proofErr w:type="spellStart"/>
      <w:r>
        <w:t>Considerations</w:t>
      </w:r>
      <w:proofErr w:type="spellEnd"/>
      <w:r w:rsidR="00AA0FD4">
        <w:t xml:space="preserve"> </w:t>
      </w:r>
    </w:p>
    <w:p w:rsidR="00394C42" w:rsidRDefault="00394C42" w:rsidP="002251D4">
      <w:pPr>
        <w:pStyle w:val="BodyText"/>
      </w:pPr>
      <w:r w:rsidRPr="00F26507">
        <w:t xml:space="preserve">The e-Navigation Committee </w:t>
      </w:r>
      <w:r w:rsidR="00A157BA" w:rsidRPr="00F26507">
        <w:t xml:space="preserve">in its </w:t>
      </w:r>
      <w:r w:rsidRPr="00F26507">
        <w:t xml:space="preserve">Work Programme 2014-2018 </w:t>
      </w:r>
      <w:r w:rsidR="00A157BA" w:rsidRPr="00F26507">
        <w:t xml:space="preserve">included </w:t>
      </w:r>
      <w:r w:rsidRPr="00F26507">
        <w:t>task</w:t>
      </w:r>
      <w:r w:rsidR="00A157BA" w:rsidRPr="00F26507">
        <w:t xml:space="preserve"> 5.1.1</w:t>
      </w:r>
      <w:r w:rsidR="00206C6A" w:rsidRPr="00F26507">
        <w:t xml:space="preserve"> </w:t>
      </w:r>
      <w:r w:rsidR="00A157BA" w:rsidRPr="00F26507">
        <w:t>-</w:t>
      </w:r>
      <w:r w:rsidR="00A157BA" w:rsidRPr="00A157BA">
        <w:rPr>
          <w:i/>
        </w:rPr>
        <w:t xml:space="preserve"> </w:t>
      </w:r>
      <w:r w:rsidR="00A157BA">
        <w:rPr>
          <w:i/>
        </w:rPr>
        <w:t>“</w:t>
      </w:r>
      <w:r w:rsidR="00A157BA" w:rsidRPr="00A157BA">
        <w:rPr>
          <w:i/>
        </w:rPr>
        <w:t>Develop Guideline/Recommendation on Maritime Service Portfolios</w:t>
      </w:r>
      <w:r w:rsidR="00A157BA">
        <w:rPr>
          <w:i/>
        </w:rPr>
        <w:t>”</w:t>
      </w:r>
      <w:r w:rsidR="002251D4">
        <w:rPr>
          <w:i/>
        </w:rPr>
        <w:t>.</w:t>
      </w:r>
    </w:p>
    <w:p w:rsidR="00A157BA" w:rsidRDefault="00A157BA" w:rsidP="00635CA1">
      <w:pPr>
        <w:pStyle w:val="BodyText"/>
      </w:pPr>
      <w:r>
        <w:t>It is noted that The VTS Committee</w:t>
      </w:r>
      <w:r w:rsidRPr="00A157BA">
        <w:t xml:space="preserve"> </w:t>
      </w:r>
      <w:r>
        <w:t>in its Work Programme 2014-201</w:t>
      </w:r>
      <w:r w:rsidR="00B016F4">
        <w:t>8</w:t>
      </w:r>
      <w:r w:rsidR="00206C6A">
        <w:t xml:space="preserve"> </w:t>
      </w:r>
      <w:r>
        <w:t>included task</w:t>
      </w:r>
      <w:r w:rsidRPr="00A157BA">
        <w:t xml:space="preserve"> 1.1.4</w:t>
      </w:r>
      <w:r w:rsidR="00206C6A">
        <w:t xml:space="preserve"> </w:t>
      </w:r>
      <w:r w:rsidR="00206C6A" w:rsidRPr="00206C6A">
        <w:rPr>
          <w:i/>
        </w:rPr>
        <w:t>-“</w:t>
      </w:r>
      <w:r w:rsidRPr="00206C6A">
        <w:rPr>
          <w:i/>
        </w:rPr>
        <w:t>Produce a Guideline on Maritime Service Portfolios for VTS</w:t>
      </w:r>
      <w:r w:rsidR="00206C6A" w:rsidRPr="00206C6A">
        <w:rPr>
          <w:i/>
        </w:rPr>
        <w:t>”</w:t>
      </w:r>
      <w:r w:rsidR="00F100A2">
        <w:rPr>
          <w:i/>
        </w:rPr>
        <w:t>.</w:t>
      </w:r>
    </w:p>
    <w:p w:rsidR="0013206B" w:rsidRPr="00F26507" w:rsidRDefault="00E823B0" w:rsidP="0076693F">
      <w:pPr>
        <w:pStyle w:val="Heading1"/>
        <w:spacing w:before="120" w:after="120"/>
        <w:rPr>
          <w:lang w:val="en-GB"/>
        </w:rPr>
      </w:pPr>
      <w:r>
        <w:rPr>
          <w:lang w:val="en-GB"/>
        </w:rPr>
        <w:t xml:space="preserve">Proposed </w:t>
      </w:r>
      <w:r w:rsidR="002C06F5">
        <w:rPr>
          <w:lang w:val="en-GB"/>
        </w:rPr>
        <w:t xml:space="preserve">plan of work and </w:t>
      </w:r>
      <w:r>
        <w:rPr>
          <w:lang w:val="en-GB"/>
        </w:rPr>
        <w:t>cooperation between the ENAV and VTS Committees on MSPs</w:t>
      </w:r>
    </w:p>
    <w:p w:rsidR="0013206B" w:rsidRDefault="0013206B" w:rsidP="00E94E58">
      <w:pPr>
        <w:pStyle w:val="BodyText"/>
      </w:pPr>
      <w:r>
        <w:t>With the aim to harmonize IALA</w:t>
      </w:r>
      <w:r w:rsidR="00A157BA">
        <w:t>’s</w:t>
      </w:r>
      <w:r>
        <w:t xml:space="preserve"> work related to e-Navigation between both Committees and to enhance the inter-Committee communication it is proposed to</w:t>
      </w:r>
      <w:r w:rsidR="00F26507">
        <w:t xml:space="preserve"> jointly develop </w:t>
      </w:r>
      <w:r w:rsidR="006635C9">
        <w:t xml:space="preserve">the VTS related </w:t>
      </w:r>
      <w:r w:rsidR="002F7304">
        <w:t>Maritime Service Portfolios (</w:t>
      </w:r>
      <w:r w:rsidR="006635C9">
        <w:t>MSPs</w:t>
      </w:r>
      <w:r w:rsidR="002F7304">
        <w:t>)</w:t>
      </w:r>
      <w:bookmarkStart w:id="0" w:name="_GoBack"/>
      <w:bookmarkEnd w:id="0"/>
      <w:r w:rsidR="00DE52DF">
        <w:t>, starting with the primary services of VTS</w:t>
      </w:r>
      <w:r w:rsidR="006635C9">
        <w:t xml:space="preserve"> (</w:t>
      </w:r>
      <w:r>
        <w:t>INS, NAS and TOS</w:t>
      </w:r>
      <w:r w:rsidR="006635C9">
        <w:t>)</w:t>
      </w:r>
      <w:r w:rsidR="00F26507">
        <w:t>.</w:t>
      </w:r>
      <w:r w:rsidR="00E92B49">
        <w:t xml:space="preserve"> In this regard, the ENAV committee requests that the VTS committee consider what information might be necessary to populate those MSPs in the format of the attached template.</w:t>
      </w:r>
    </w:p>
    <w:p w:rsidR="0076693F" w:rsidRDefault="0076693F" w:rsidP="00394C42">
      <w:pPr>
        <w:pStyle w:val="Heading1"/>
        <w:spacing w:after="0"/>
        <w:rPr>
          <w:lang w:val="en-GB"/>
        </w:rPr>
      </w:pPr>
      <w:r w:rsidRPr="00B15B24">
        <w:rPr>
          <w:lang w:val="en-GB"/>
        </w:rPr>
        <w:t>Action</w:t>
      </w:r>
      <w:r w:rsidR="00394C42">
        <w:rPr>
          <w:lang w:val="en-GB"/>
        </w:rPr>
        <w:t>s</w:t>
      </w:r>
      <w:r w:rsidRPr="00B15B24">
        <w:rPr>
          <w:lang w:val="en-GB"/>
        </w:rPr>
        <w:t xml:space="preserve"> requested</w:t>
      </w:r>
    </w:p>
    <w:p w:rsidR="0076693F" w:rsidRPr="00405F83" w:rsidRDefault="0076693F" w:rsidP="0076693F">
      <w:pPr>
        <w:rPr>
          <w:sz w:val="16"/>
          <w:szCs w:val="16"/>
          <w:lang w:eastAsia="de-DE"/>
        </w:rPr>
      </w:pPr>
    </w:p>
    <w:p w:rsidR="00E92B49" w:rsidRDefault="00394C42" w:rsidP="00E0639C">
      <w:pPr>
        <w:pStyle w:val="BodyText"/>
        <w:numPr>
          <w:ilvl w:val="0"/>
          <w:numId w:val="26"/>
        </w:numPr>
      </w:pPr>
      <w:r w:rsidRPr="00394C42">
        <w:t xml:space="preserve">The </w:t>
      </w:r>
      <w:r w:rsidR="00E0639C" w:rsidRPr="00E0639C">
        <w:t xml:space="preserve">VTS </w:t>
      </w:r>
      <w:r w:rsidRPr="00394C42">
        <w:t xml:space="preserve">Committee is requested to </w:t>
      </w:r>
      <w:r w:rsidR="00E92B49">
        <w:t>address this matter within the context of their current work program.</w:t>
      </w:r>
    </w:p>
    <w:p w:rsidR="00204B9D" w:rsidRDefault="00204B9D" w:rsidP="00F100A2">
      <w:pPr>
        <w:pStyle w:val="List1"/>
        <w:numPr>
          <w:ilvl w:val="0"/>
          <w:numId w:val="0"/>
        </w:numPr>
        <w:spacing w:before="120" w:after="0"/>
        <w:rPr>
          <w:b/>
          <w:lang w:val="en-GB"/>
        </w:rPr>
      </w:pPr>
    </w:p>
    <w:p w:rsidR="00E92B49" w:rsidRDefault="00E92B49" w:rsidP="00F100A2">
      <w:pPr>
        <w:pStyle w:val="List1"/>
        <w:numPr>
          <w:ilvl w:val="0"/>
          <w:numId w:val="0"/>
        </w:numPr>
        <w:spacing w:before="120" w:after="0"/>
        <w:rPr>
          <w:b/>
          <w:lang w:val="en-GB"/>
        </w:rPr>
      </w:pPr>
    </w:p>
    <w:p w:rsidR="00E92B49" w:rsidRPr="00204B9D" w:rsidRDefault="00E92B49" w:rsidP="00F100A2">
      <w:pPr>
        <w:pStyle w:val="List1"/>
        <w:numPr>
          <w:ilvl w:val="0"/>
          <w:numId w:val="0"/>
        </w:numPr>
        <w:spacing w:before="120" w:after="0"/>
        <w:rPr>
          <w:b/>
          <w:lang w:val="en-GB"/>
        </w:rPr>
      </w:pPr>
    </w:p>
    <w:sectPr w:rsidR="00E92B49" w:rsidRPr="00204B9D" w:rsidSect="00F100A2">
      <w:footerReference w:type="default" r:id="rId7"/>
      <w:pgSz w:w="12240" w:h="15840"/>
      <w:pgMar w:top="709" w:right="1134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6FB" w:rsidRDefault="001756FB" w:rsidP="00002906">
      <w:r>
        <w:separator/>
      </w:r>
    </w:p>
  </w:endnote>
  <w:endnote w:type="continuationSeparator" w:id="0">
    <w:p w:rsidR="001756FB" w:rsidRDefault="001756FB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 w:rsidR="00944623">
      <w:fldChar w:fldCharType="begin"/>
    </w:r>
    <w:r w:rsidR="005719AA">
      <w:instrText xml:space="preserve"> PAGE   \* MERGEFORMAT </w:instrText>
    </w:r>
    <w:r w:rsidR="00944623">
      <w:fldChar w:fldCharType="separate"/>
    </w:r>
    <w:r w:rsidR="002F7304">
      <w:rPr>
        <w:noProof/>
      </w:rPr>
      <w:t>1</w:t>
    </w:r>
    <w:r w:rsidR="0094462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6FB" w:rsidRDefault="001756FB" w:rsidP="00002906">
      <w:r>
        <w:separator/>
      </w:r>
    </w:p>
  </w:footnote>
  <w:footnote w:type="continuationSeparator" w:id="0">
    <w:p w:rsidR="001756FB" w:rsidRDefault="001756FB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7F52"/>
    <w:multiLevelType w:val="hybridMultilevel"/>
    <w:tmpl w:val="9E14D0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19854431"/>
    <w:multiLevelType w:val="hybridMultilevel"/>
    <w:tmpl w:val="B4BC41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F4F144D"/>
    <w:multiLevelType w:val="hybridMultilevel"/>
    <w:tmpl w:val="2884B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41789"/>
    <w:multiLevelType w:val="multilevel"/>
    <w:tmpl w:val="1622765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182EF1"/>
    <w:multiLevelType w:val="hybridMultilevel"/>
    <w:tmpl w:val="2A24EC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18"/>
  </w:num>
  <w:num w:numId="3">
    <w:abstractNumId w:val="13"/>
  </w:num>
  <w:num w:numId="4">
    <w:abstractNumId w:val="13"/>
  </w:num>
  <w:num w:numId="5">
    <w:abstractNumId w:val="6"/>
  </w:num>
  <w:num w:numId="6">
    <w:abstractNumId w:val="14"/>
  </w:num>
  <w:num w:numId="7">
    <w:abstractNumId w:val="10"/>
  </w:num>
  <w:num w:numId="8">
    <w:abstractNumId w:val="1"/>
  </w:num>
  <w:num w:numId="9">
    <w:abstractNumId w:val="5"/>
  </w:num>
  <w:num w:numId="10">
    <w:abstractNumId w:val="15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7"/>
  </w:num>
  <w:num w:numId="18">
    <w:abstractNumId w:val="4"/>
  </w:num>
  <w:num w:numId="19">
    <w:abstractNumId w:val="16"/>
  </w:num>
  <w:num w:numId="20">
    <w:abstractNumId w:val="11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0"/>
  </w:num>
  <w:num w:numId="26">
    <w:abstractNumId w:val="2"/>
  </w:num>
  <w:num w:numId="27">
    <w:abstractNumId w:val="12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1E3"/>
    <w:rsid w:val="00002906"/>
    <w:rsid w:val="00031A92"/>
    <w:rsid w:val="000348ED"/>
    <w:rsid w:val="00036801"/>
    <w:rsid w:val="00050DA7"/>
    <w:rsid w:val="000A5A01"/>
    <w:rsid w:val="00106D73"/>
    <w:rsid w:val="0013206B"/>
    <w:rsid w:val="00135447"/>
    <w:rsid w:val="00152273"/>
    <w:rsid w:val="001756FB"/>
    <w:rsid w:val="001A654A"/>
    <w:rsid w:val="001C74CF"/>
    <w:rsid w:val="001D102A"/>
    <w:rsid w:val="00204B9D"/>
    <w:rsid w:val="00206C6A"/>
    <w:rsid w:val="002251D4"/>
    <w:rsid w:val="00273BCE"/>
    <w:rsid w:val="002A2B79"/>
    <w:rsid w:val="002C06F5"/>
    <w:rsid w:val="002C54CC"/>
    <w:rsid w:val="002F19EE"/>
    <w:rsid w:val="002F7304"/>
    <w:rsid w:val="00342022"/>
    <w:rsid w:val="003626B0"/>
    <w:rsid w:val="00394C42"/>
    <w:rsid w:val="003B51E3"/>
    <w:rsid w:val="003D55DD"/>
    <w:rsid w:val="003E1831"/>
    <w:rsid w:val="003F3948"/>
    <w:rsid w:val="00405F83"/>
    <w:rsid w:val="00417E79"/>
    <w:rsid w:val="00424954"/>
    <w:rsid w:val="004C1386"/>
    <w:rsid w:val="004C220D"/>
    <w:rsid w:val="00546100"/>
    <w:rsid w:val="005719AA"/>
    <w:rsid w:val="005D05AC"/>
    <w:rsid w:val="005F73FA"/>
    <w:rsid w:val="00606B2D"/>
    <w:rsid w:val="006227D0"/>
    <w:rsid w:val="00630F7F"/>
    <w:rsid w:val="00635CA1"/>
    <w:rsid w:val="0064435F"/>
    <w:rsid w:val="006635C9"/>
    <w:rsid w:val="006D470F"/>
    <w:rsid w:val="00727E88"/>
    <w:rsid w:val="00756C80"/>
    <w:rsid w:val="0076693F"/>
    <w:rsid w:val="00775878"/>
    <w:rsid w:val="007C3037"/>
    <w:rsid w:val="007E76C9"/>
    <w:rsid w:val="0080092C"/>
    <w:rsid w:val="00872453"/>
    <w:rsid w:val="008E7711"/>
    <w:rsid w:val="008F13DD"/>
    <w:rsid w:val="00902AA4"/>
    <w:rsid w:val="00944623"/>
    <w:rsid w:val="00947BC0"/>
    <w:rsid w:val="00970967"/>
    <w:rsid w:val="009F3B6C"/>
    <w:rsid w:val="009F5C36"/>
    <w:rsid w:val="009F7573"/>
    <w:rsid w:val="00A157BA"/>
    <w:rsid w:val="00A27F12"/>
    <w:rsid w:val="00A30579"/>
    <w:rsid w:val="00A94B23"/>
    <w:rsid w:val="00AA0FD4"/>
    <w:rsid w:val="00AA76C0"/>
    <w:rsid w:val="00AC2B90"/>
    <w:rsid w:val="00B016F4"/>
    <w:rsid w:val="00B077EC"/>
    <w:rsid w:val="00B15B24"/>
    <w:rsid w:val="00B428DA"/>
    <w:rsid w:val="00B467BA"/>
    <w:rsid w:val="00B636AC"/>
    <w:rsid w:val="00B8247E"/>
    <w:rsid w:val="00BE56DF"/>
    <w:rsid w:val="00CA04AF"/>
    <w:rsid w:val="00D25F0E"/>
    <w:rsid w:val="00D653C7"/>
    <w:rsid w:val="00D7169C"/>
    <w:rsid w:val="00DD06EE"/>
    <w:rsid w:val="00DE52DF"/>
    <w:rsid w:val="00DF7406"/>
    <w:rsid w:val="00E0639C"/>
    <w:rsid w:val="00E30778"/>
    <w:rsid w:val="00E31B2A"/>
    <w:rsid w:val="00E330A6"/>
    <w:rsid w:val="00E823B0"/>
    <w:rsid w:val="00E92B49"/>
    <w:rsid w:val="00E93C9B"/>
    <w:rsid w:val="00E94E58"/>
    <w:rsid w:val="00EB12BB"/>
    <w:rsid w:val="00EE3F2F"/>
    <w:rsid w:val="00EF4839"/>
    <w:rsid w:val="00F100A2"/>
    <w:rsid w:val="00F14FA6"/>
    <w:rsid w:val="00F26507"/>
    <w:rsid w:val="00F73F78"/>
    <w:rsid w:val="00F7737C"/>
    <w:rsid w:val="00FA5842"/>
    <w:rsid w:val="00FA6769"/>
    <w:rsid w:val="00FB5F26"/>
    <w:rsid w:val="00FD03CA"/>
    <w:rsid w:val="00FD65B8"/>
    <w:rsid w:val="00FF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741E14B-2E6D-4FAF-B8D5-100FE07E8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B9D"/>
    <w:rPr>
      <w:rFonts w:ascii="Arial" w:hAnsi="Arial"/>
      <w:sz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2C54C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A0FD4"/>
    <w:rPr>
      <w:rFonts w:ascii="Arial" w:eastAsia="MS Mincho" w:hAnsi="Arial"/>
      <w:b/>
      <w:kern w:val="28"/>
      <w:sz w:val="22"/>
      <w:lang w:val="fr-FR" w:eastAsia="de-DE"/>
    </w:rPr>
  </w:style>
  <w:style w:type="paragraph" w:styleId="BalloonText">
    <w:name w:val="Balloon Text"/>
    <w:basedOn w:val="Normal"/>
    <w:link w:val="BalloonTextChar"/>
    <w:rsid w:val="00622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27D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2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VTS38\Tech%20WG\VTS38%20WG2%20Output%20Paper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User</dc:creator>
  <cp:lastModifiedBy>Seamus Doyle</cp:lastModifiedBy>
  <cp:revision>2</cp:revision>
  <cp:lastPrinted>2006-10-19T10:49:00Z</cp:lastPrinted>
  <dcterms:created xsi:type="dcterms:W3CDTF">2015-10-30T09:20:00Z</dcterms:created>
  <dcterms:modified xsi:type="dcterms:W3CDTF">2015-10-30T09:20:00Z</dcterms:modified>
</cp:coreProperties>
</file>